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EEF36" w14:textId="77777777" w:rsidR="00C74455" w:rsidRDefault="009161F7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35FBEEDE" w14:textId="77777777" w:rsidR="00CB10D7" w:rsidRPr="005E1788" w:rsidRDefault="00CB10D7" w:rsidP="00CB10D7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1D07850E" w14:textId="77777777" w:rsidR="00CB10D7" w:rsidRDefault="00CB10D7" w:rsidP="00CB10D7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44882BB9" w14:textId="77777777" w:rsidR="00F93653" w:rsidRDefault="00F93653" w:rsidP="00F93653">
      <w:pPr>
        <w:rPr>
          <w:lang w:val="en-US"/>
        </w:rPr>
      </w:pPr>
      <w:r w:rsidRPr="00326C7D">
        <w:rPr>
          <w:lang w:val="en-US"/>
        </w:rPr>
        <w:t>Le siphon</w:t>
      </w:r>
      <w:r w:rsidR="009161F7">
        <w:rPr>
          <w:lang w:val="en-US"/>
        </w:rPr>
        <w:t xml:space="preserve"> est dissimulé </w:t>
      </w:r>
      <w:r w:rsidRPr="00326C7D">
        <w:rPr>
          <w:lang w:val="en-US"/>
        </w:rPr>
        <w:t xml:space="preserve">et </w:t>
      </w:r>
      <w:r w:rsidR="009161F7">
        <w:rPr>
          <w:lang w:val="en-US"/>
        </w:rPr>
        <w:t xml:space="preserve">les </w:t>
      </w:r>
      <w:r w:rsidRPr="00326C7D">
        <w:rPr>
          <w:lang w:val="en-US"/>
        </w:rPr>
        <w:t xml:space="preserve">fixations sont </w:t>
      </w:r>
      <w:r w:rsidR="009161F7">
        <w:rPr>
          <w:lang w:val="en-US"/>
        </w:rPr>
        <w:t xml:space="preserve">partiellement </w:t>
      </w:r>
      <w:r w:rsidRPr="00326C7D">
        <w:rPr>
          <w:lang w:val="en-US"/>
        </w:rPr>
        <w:t xml:space="preserve">visibles.  </w:t>
      </w:r>
    </w:p>
    <w:p w14:paraId="3702368B" w14:textId="77777777" w:rsidR="00CB10D7" w:rsidRPr="0019663E" w:rsidRDefault="00CB10D7" w:rsidP="00CB10D7">
      <w:pPr>
        <w:rPr>
          <w:lang w:val="fr-BE"/>
        </w:rPr>
      </w:pPr>
      <w:r w:rsidRPr="0019663E">
        <w:rPr>
          <w:lang w:val="fr-BE"/>
        </w:rPr>
        <w:t>La technologie innovante du wc suspendu sans rebord de rinçage garantit une facilité d’entretien et une hygiene parfaite. Grâce à un diffuseur synthétique, l’eau est guidée de manière optimale dans la cuvette et permet d’obtenir un excellent résultat de rinçage.</w:t>
      </w:r>
    </w:p>
    <w:p w14:paraId="6AF34045" w14:textId="77777777" w:rsidR="00CB10D7" w:rsidRDefault="00CB10D7" w:rsidP="00CB10D7">
      <w:pPr>
        <w:rPr>
          <w:lang w:val="nl-BE"/>
        </w:rPr>
      </w:pPr>
      <w:r w:rsidRPr="00EA4916">
        <w:rPr>
          <w:lang w:val="nl-BE"/>
        </w:rPr>
        <w:t xml:space="preserve">Le diffuseur d’eau synthétique est dissimulé </w:t>
      </w:r>
      <w:r>
        <w:rPr>
          <w:lang w:val="nl-BE"/>
        </w:rPr>
        <w:t xml:space="preserve">à l’arrière de </w:t>
      </w:r>
      <w:r w:rsidRPr="00EA4916">
        <w:rPr>
          <w:lang w:val="nl-BE"/>
        </w:rPr>
        <w:t>la cuvette de</w:t>
      </w:r>
      <w:r>
        <w:rPr>
          <w:lang w:val="nl-BE"/>
        </w:rPr>
        <w:t>rrière un bord de protection en porcelaine de 9 cm.</w:t>
      </w:r>
    </w:p>
    <w:p w14:paraId="10F585BD" w14:textId="77777777" w:rsidR="00F93653" w:rsidRDefault="00F93653" w:rsidP="00F93653">
      <w:pPr>
        <w:rPr>
          <w:lang w:val="nl-BE"/>
        </w:rPr>
      </w:pPr>
      <w:r w:rsidRPr="00AF00EC">
        <w:rPr>
          <w:lang w:val="nl-BE"/>
        </w:rPr>
        <w:t xml:space="preserve">Suite à l’application de cette technologie, </w:t>
      </w:r>
      <w:r>
        <w:rPr>
          <w:lang w:val="nl-BE"/>
        </w:rPr>
        <w:t xml:space="preserve">un </w:t>
      </w:r>
      <w:r w:rsidRPr="00AF00EC">
        <w:rPr>
          <w:lang w:val="nl-BE"/>
        </w:rPr>
        <w:t>bo</w:t>
      </w:r>
      <w:r>
        <w:rPr>
          <w:lang w:val="nl-BE"/>
        </w:rPr>
        <w:t>rd de rinçage n’est pas nécessaire.</w:t>
      </w:r>
    </w:p>
    <w:p w14:paraId="36186214" w14:textId="77777777" w:rsidR="009161F7" w:rsidRPr="00BE107C" w:rsidRDefault="009161F7" w:rsidP="00F93653">
      <w:pPr>
        <w:rPr>
          <w:lang w:val="en-US"/>
        </w:rPr>
      </w:pPr>
      <w:r w:rsidRPr="00BE107C">
        <w:rPr>
          <w:lang w:val="en-US"/>
        </w:rPr>
        <w:t>Le wc suspendu à une forme sphérique jusqu’à l’arrière</w:t>
      </w:r>
      <w:r w:rsidR="00CB6CFA" w:rsidRPr="00BE107C">
        <w:rPr>
          <w:lang w:val="en-US"/>
        </w:rPr>
        <w:t xml:space="preserve"> et est pourvu de 2 encoches pour </w:t>
      </w:r>
      <w:r w:rsidR="00BE107C" w:rsidRPr="00BE107C">
        <w:rPr>
          <w:lang w:val="en-US"/>
        </w:rPr>
        <w:t>le montage</w:t>
      </w:r>
      <w:r w:rsidR="00CB6CFA" w:rsidRPr="00BE107C">
        <w:rPr>
          <w:lang w:val="en-US"/>
        </w:rPr>
        <w:t xml:space="preserve"> sur les tiges filetées prévues avec l’élément encastré.</w:t>
      </w:r>
    </w:p>
    <w:p w14:paraId="60775881" w14:textId="77777777" w:rsidR="009161F7" w:rsidRPr="000F0F37" w:rsidRDefault="009161F7" w:rsidP="009161F7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5D8B3264" w14:textId="77777777" w:rsidR="005C7C01" w:rsidRDefault="005C7C01" w:rsidP="005C7C01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401904E3" w14:textId="77777777" w:rsidR="00E46E72" w:rsidRPr="009161F7" w:rsidRDefault="00E46E72" w:rsidP="001332A1">
      <w:pPr>
        <w:rPr>
          <w:lang w:val="en-US"/>
        </w:rPr>
      </w:pPr>
    </w:p>
    <w:p w14:paraId="1ADD5B26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</w:t>
      </w:r>
      <w:r w:rsidR="00082076">
        <w:rPr>
          <w:rFonts w:ascii="Arial" w:hAnsi="Arial"/>
          <w:b/>
        </w:rPr>
        <w:t>riaux et caractéristiques</w:t>
      </w:r>
    </w:p>
    <w:p w14:paraId="38FE7CC0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</w:t>
      </w:r>
      <w:r w:rsidR="00082076">
        <w:rPr>
          <w:rFonts w:ascii="Arial" w:hAnsi="Arial"/>
          <w:b/>
          <w:u w:val="none"/>
        </w:rPr>
        <w:t>ux</w:t>
      </w:r>
    </w:p>
    <w:p w14:paraId="16049138" w14:textId="77777777" w:rsidR="00082076" w:rsidRPr="00B612A5" w:rsidRDefault="00082076" w:rsidP="00082076">
      <w:pPr>
        <w:rPr>
          <w:lang w:val="en-US"/>
        </w:rPr>
      </w:pPr>
      <w:r w:rsidRPr="00B612A5">
        <w:rPr>
          <w:lang w:val="en-US"/>
        </w:rPr>
        <w:t>Porcelaine vitrifiée (= porcelaine sanitaire) a</w:t>
      </w:r>
      <w:r>
        <w:rPr>
          <w:lang w:val="en-US"/>
        </w:rPr>
        <w:t>vec une absorption d’eau de maximum 0,5%.</w:t>
      </w:r>
    </w:p>
    <w:p w14:paraId="4843BF0D" w14:textId="77777777" w:rsidR="002F1A08" w:rsidRPr="00082076" w:rsidRDefault="002F1A08" w:rsidP="002F1A08">
      <w:pPr>
        <w:ind w:left="567"/>
        <w:rPr>
          <w:u w:val="single"/>
          <w:lang w:val="en-US"/>
        </w:rPr>
      </w:pPr>
    </w:p>
    <w:p w14:paraId="6A0527EB" w14:textId="77777777" w:rsidR="008A5169" w:rsidRDefault="00082076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62D9462C" w14:textId="77777777" w:rsidR="00082076" w:rsidRDefault="00082076" w:rsidP="00082076">
      <w:r>
        <w:t>Classe 1, volume de rinçage 4.5 o</w:t>
      </w:r>
      <w:r w:rsidR="00CB10D7">
        <w:t>u</w:t>
      </w:r>
      <w:r>
        <w:t xml:space="preserve"> 6L, selon EN997</w:t>
      </w:r>
    </w:p>
    <w:p w14:paraId="44660417" w14:textId="77777777" w:rsidR="00082076" w:rsidRPr="006D5A1C" w:rsidRDefault="00082076" w:rsidP="00082076">
      <w:pPr>
        <w:rPr>
          <w:lang w:val="en-US"/>
        </w:rPr>
      </w:pPr>
      <w:r w:rsidRPr="006D5A1C">
        <w:rPr>
          <w:lang w:val="en-US"/>
        </w:rPr>
        <w:t>L’intérieur du siphon est émaillé</w:t>
      </w:r>
    </w:p>
    <w:p w14:paraId="18B7B4BC" w14:textId="77777777" w:rsidR="00082076" w:rsidRDefault="00082076" w:rsidP="00082076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CB10D7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5A9D439F" w14:textId="77777777" w:rsidR="00082076" w:rsidRDefault="00082076" w:rsidP="00082076">
      <w:pPr>
        <w:rPr>
          <w:lang w:val="nl-BE"/>
        </w:rPr>
      </w:pPr>
      <w:r w:rsidRPr="00AF00EC">
        <w:rPr>
          <w:lang w:val="nl-BE"/>
        </w:rPr>
        <w:t>Rimfree sans rebord de r</w:t>
      </w:r>
      <w:r>
        <w:rPr>
          <w:lang w:val="nl-BE"/>
        </w:rPr>
        <w:t>inçage</w:t>
      </w:r>
    </w:p>
    <w:p w14:paraId="5E3814DC" w14:textId="77777777" w:rsidR="00082076" w:rsidRDefault="00082076" w:rsidP="00082076">
      <w:r>
        <w:t>Profondeur: 53 cm</w:t>
      </w:r>
    </w:p>
    <w:p w14:paraId="28851D8E" w14:textId="77777777" w:rsidR="00082076" w:rsidRDefault="00082076" w:rsidP="00082076">
      <w:r>
        <w:t>Largeur: 37 cm</w:t>
      </w:r>
    </w:p>
    <w:p w14:paraId="15CB9E11" w14:textId="77777777" w:rsidR="00082076" w:rsidRDefault="00082076" w:rsidP="00082076">
      <w:r>
        <w:t>Hauteur: 33 cm</w:t>
      </w:r>
    </w:p>
    <w:p w14:paraId="3F7B9E9C" w14:textId="77777777" w:rsidR="00F53803" w:rsidRPr="002F1A08" w:rsidRDefault="00F53803" w:rsidP="00082076"/>
    <w:p w14:paraId="04809580" w14:textId="77777777" w:rsidR="00082076" w:rsidRDefault="00082076" w:rsidP="008A5169">
      <w:pPr>
        <w:pStyle w:val="Bulleted2"/>
        <w:numPr>
          <w:ilvl w:val="0"/>
          <w:numId w:val="0"/>
        </w:numPr>
      </w:pPr>
    </w:p>
    <w:p w14:paraId="53F40646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082076">
        <w:rPr>
          <w:rFonts w:ascii="Arial" w:hAnsi="Arial"/>
          <w:b/>
        </w:rPr>
        <w:t>cement</w:t>
      </w:r>
    </w:p>
    <w:p w14:paraId="53A17CCD" w14:textId="586E8F24" w:rsidR="00082076" w:rsidRPr="00895EE4" w:rsidRDefault="00895EE4" w:rsidP="00082076">
      <w:pPr>
        <w:rPr>
          <w:lang w:val="en-US"/>
        </w:rPr>
      </w:pPr>
      <w:r w:rsidRPr="00895EE4">
        <w:rPr>
          <w:lang w:val="en-US"/>
        </w:rPr>
        <w:t>Lorsque le wc</w:t>
      </w:r>
      <w:r>
        <w:rPr>
          <w:lang w:val="en-US"/>
        </w:rPr>
        <w:t xml:space="preserve"> suspend est placé</w:t>
      </w:r>
      <w:r w:rsidR="00082076" w:rsidRPr="00895EE4">
        <w:rPr>
          <w:lang w:val="en-US"/>
        </w:rPr>
        <w:t xml:space="preserve"> à une hauteur d’assise de 4</w:t>
      </w:r>
      <w:r w:rsidR="00F354C9">
        <w:rPr>
          <w:lang w:val="en-US"/>
        </w:rPr>
        <w:t>2</w:t>
      </w:r>
      <w:r>
        <w:rPr>
          <w:lang w:val="en-US"/>
        </w:rPr>
        <w:t>0 m</w:t>
      </w:r>
      <w:r w:rsidR="00082076" w:rsidRPr="00895EE4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082076" w:rsidRPr="00895EE4">
        <w:rPr>
          <w:lang w:val="en-US"/>
        </w:rPr>
        <w:t xml:space="preserve">entre le siphon et le sol est de </w:t>
      </w:r>
      <w:r w:rsidR="00F354C9">
        <w:rPr>
          <w:lang w:val="en-US"/>
        </w:rPr>
        <w:t>9</w:t>
      </w:r>
      <w:r w:rsidR="00082076" w:rsidRPr="00895EE4">
        <w:rPr>
          <w:lang w:val="en-US"/>
        </w:rPr>
        <w:t>0 mm.</w:t>
      </w:r>
    </w:p>
    <w:p w14:paraId="753DA859" w14:textId="77777777" w:rsidR="00106C8C" w:rsidRPr="00895EE4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9706367" w14:textId="77777777" w:rsidR="00502659" w:rsidRPr="00895EE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47A25709" w14:textId="77777777" w:rsidR="00502659" w:rsidRPr="00895EE4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BBE40AE" w14:textId="7414A1B0" w:rsidR="00586B18" w:rsidRDefault="003A2A09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</w:t>
      </w:r>
      <w:r w:rsidR="00082076">
        <w:rPr>
          <w:b/>
          <w:bCs/>
        </w:rPr>
        <w:t>llustration</w:t>
      </w:r>
    </w:p>
    <w:p w14:paraId="7CC4337E" w14:textId="77777777" w:rsidR="00C454A1" w:rsidRPr="00C454A1" w:rsidRDefault="002E6B1C" w:rsidP="00C454A1">
      <w:r>
        <w:rPr>
          <w:noProof/>
        </w:rPr>
        <w:drawing>
          <wp:inline distT="0" distB="0" distL="0" distR="0" wp14:anchorId="52C577AE" wp14:editId="05C1388F">
            <wp:extent cx="5153547" cy="38100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61740" cy="3816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8525A" w14:textId="77777777" w:rsidR="00586B18" w:rsidRPr="00586B18" w:rsidRDefault="00586B18" w:rsidP="00586B18"/>
    <w:p w14:paraId="0A7BF7A1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50D7800D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901B6" w14:textId="77777777" w:rsidR="00952F76" w:rsidRDefault="00952F76">
      <w:r>
        <w:separator/>
      </w:r>
    </w:p>
  </w:endnote>
  <w:endnote w:type="continuationSeparator" w:id="0">
    <w:p w14:paraId="614AC55B" w14:textId="77777777" w:rsidR="00952F76" w:rsidRDefault="00952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6D865A16" w14:textId="77777777">
      <w:tc>
        <w:tcPr>
          <w:tcW w:w="3392" w:type="dxa"/>
        </w:tcPr>
        <w:p w14:paraId="078B378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02DD5D2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14C7738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563AFE6A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A284" w14:textId="77777777" w:rsidR="00952F76" w:rsidRDefault="00952F76">
      <w:r>
        <w:separator/>
      </w:r>
    </w:p>
  </w:footnote>
  <w:footnote w:type="continuationSeparator" w:id="0">
    <w:p w14:paraId="64E8DF27" w14:textId="77777777" w:rsidR="00952F76" w:rsidRDefault="00952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3BCAA" w14:textId="59432487" w:rsidR="00C43F98" w:rsidRPr="00F93653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F93653">
      <w:rPr>
        <w:rFonts w:ascii="Arial" w:hAnsi="Arial" w:cs="Arial"/>
        <w:b/>
        <w:szCs w:val="24"/>
        <w:lang w:val="en-US"/>
      </w:rPr>
      <w:t xml:space="preserve">Geberit </w:t>
    </w:r>
    <w:r w:rsidR="003A2A09">
      <w:rPr>
        <w:rFonts w:ascii="Arial" w:hAnsi="Arial" w:cs="Arial"/>
        <w:b/>
        <w:szCs w:val="24"/>
        <w:lang w:val="en-US"/>
      </w:rPr>
      <w:t>Sel</w:t>
    </w:r>
    <w:r w:rsidRPr="00F93653">
      <w:rPr>
        <w:rFonts w:ascii="Arial" w:hAnsi="Arial" w:cs="Arial"/>
        <w:b/>
        <w:szCs w:val="24"/>
        <w:lang w:val="en-US"/>
      </w:rPr>
      <w:t xml:space="preserve">nova </w:t>
    </w:r>
    <w:r w:rsidR="00F93653" w:rsidRPr="00F93653">
      <w:rPr>
        <w:rFonts w:ascii="Arial" w:hAnsi="Arial" w:cs="Arial"/>
        <w:b/>
        <w:szCs w:val="24"/>
        <w:lang w:val="en-US"/>
      </w:rPr>
      <w:t>wc suspendu</w:t>
    </w:r>
  </w:p>
  <w:p w14:paraId="79D98512" w14:textId="77777777" w:rsidR="00025544" w:rsidRPr="00F93653" w:rsidRDefault="00F93653" w:rsidP="00080B0F">
    <w:pPr>
      <w:pStyle w:val="Koptekst"/>
      <w:rPr>
        <w:rFonts w:ascii="Arial" w:hAnsi="Arial" w:cs="Arial"/>
        <w:b/>
        <w:szCs w:val="24"/>
        <w:lang w:val="en-US"/>
      </w:rPr>
    </w:pPr>
    <w:r w:rsidRPr="00F93653">
      <w:rPr>
        <w:rFonts w:ascii="Arial" w:hAnsi="Arial" w:cs="Arial"/>
        <w:b/>
        <w:szCs w:val="24"/>
        <w:lang w:val="en-US"/>
      </w:rPr>
      <w:t>A</w:t>
    </w:r>
    <w:r>
      <w:rPr>
        <w:rFonts w:ascii="Arial" w:hAnsi="Arial" w:cs="Arial"/>
        <w:b/>
        <w:szCs w:val="24"/>
        <w:lang w:val="en-US"/>
      </w:rPr>
      <w:t xml:space="preserve"> fond creux</w:t>
    </w:r>
    <w:r w:rsidR="00586B18" w:rsidRPr="00F93653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D2F009" w14:textId="77777777" w:rsidR="002E6B1C" w:rsidRDefault="004E0B8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Forme</w:t>
    </w:r>
    <w:r w:rsidR="00F93653" w:rsidRPr="00F93653">
      <w:rPr>
        <w:rFonts w:ascii="Arial" w:hAnsi="Arial" w:cs="Arial"/>
        <w:b/>
        <w:szCs w:val="24"/>
        <w:lang w:val="en-US"/>
      </w:rPr>
      <w:t xml:space="preserve"> </w:t>
    </w:r>
    <w:r w:rsidR="00F93653">
      <w:rPr>
        <w:rFonts w:ascii="Arial" w:hAnsi="Arial" w:cs="Arial"/>
        <w:b/>
        <w:szCs w:val="24"/>
        <w:lang w:val="en-US"/>
      </w:rPr>
      <w:t xml:space="preserve">partiellement </w:t>
    </w:r>
    <w:r>
      <w:rPr>
        <w:rFonts w:ascii="Arial" w:hAnsi="Arial" w:cs="Arial"/>
        <w:b/>
        <w:szCs w:val="24"/>
        <w:lang w:val="en-US"/>
      </w:rPr>
      <w:t>fermée</w:t>
    </w:r>
  </w:p>
  <w:p w14:paraId="3F4F63B5" w14:textId="77777777" w:rsidR="004E0B84" w:rsidRPr="00F93653" w:rsidRDefault="004E0B84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>Rimfree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3424920">
    <w:abstractNumId w:val="18"/>
  </w:num>
  <w:num w:numId="2" w16cid:durableId="847254580">
    <w:abstractNumId w:val="24"/>
  </w:num>
  <w:num w:numId="3" w16cid:durableId="1743717002">
    <w:abstractNumId w:val="4"/>
  </w:num>
  <w:num w:numId="4" w16cid:durableId="1539930122">
    <w:abstractNumId w:val="3"/>
  </w:num>
  <w:num w:numId="5" w16cid:durableId="1406802100">
    <w:abstractNumId w:val="14"/>
  </w:num>
  <w:num w:numId="6" w16cid:durableId="1325360294">
    <w:abstractNumId w:val="16"/>
  </w:num>
  <w:num w:numId="7" w16cid:durableId="1805731243">
    <w:abstractNumId w:val="6"/>
  </w:num>
  <w:num w:numId="8" w16cid:durableId="214122242">
    <w:abstractNumId w:val="21"/>
  </w:num>
  <w:num w:numId="9" w16cid:durableId="1180313712">
    <w:abstractNumId w:val="27"/>
  </w:num>
  <w:num w:numId="10" w16cid:durableId="1178155520">
    <w:abstractNumId w:val="2"/>
  </w:num>
  <w:num w:numId="11" w16cid:durableId="2138720486">
    <w:abstractNumId w:val="13"/>
  </w:num>
  <w:num w:numId="12" w16cid:durableId="577833432">
    <w:abstractNumId w:val="12"/>
  </w:num>
  <w:num w:numId="13" w16cid:durableId="945045681">
    <w:abstractNumId w:val="26"/>
  </w:num>
  <w:num w:numId="14" w16cid:durableId="1100565648">
    <w:abstractNumId w:val="8"/>
  </w:num>
  <w:num w:numId="15" w16cid:durableId="1616059099">
    <w:abstractNumId w:val="0"/>
  </w:num>
  <w:num w:numId="16" w16cid:durableId="643857129">
    <w:abstractNumId w:val="11"/>
  </w:num>
  <w:num w:numId="17" w16cid:durableId="404111999">
    <w:abstractNumId w:val="5"/>
  </w:num>
  <w:num w:numId="18" w16cid:durableId="885487104">
    <w:abstractNumId w:val="22"/>
  </w:num>
  <w:num w:numId="19" w16cid:durableId="1184900974">
    <w:abstractNumId w:val="23"/>
  </w:num>
  <w:num w:numId="20" w16cid:durableId="1869443669">
    <w:abstractNumId w:val="20"/>
  </w:num>
  <w:num w:numId="21" w16cid:durableId="2079132871">
    <w:abstractNumId w:val="19"/>
  </w:num>
  <w:num w:numId="22" w16cid:durableId="506482972">
    <w:abstractNumId w:val="15"/>
  </w:num>
  <w:num w:numId="23" w16cid:durableId="1267735799">
    <w:abstractNumId w:val="25"/>
  </w:num>
  <w:num w:numId="24" w16cid:durableId="18627960">
    <w:abstractNumId w:val="9"/>
  </w:num>
  <w:num w:numId="25" w16cid:durableId="1354333351">
    <w:abstractNumId w:val="10"/>
  </w:num>
  <w:num w:numId="26" w16cid:durableId="1093890792">
    <w:abstractNumId w:val="1"/>
  </w:num>
  <w:num w:numId="27" w16cid:durableId="666054692">
    <w:abstractNumId w:val="17"/>
  </w:num>
  <w:num w:numId="28" w16cid:durableId="19007489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27D4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2076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364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E6B1C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22F8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A2A09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0B84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C7C01"/>
    <w:rsid w:val="005D45E4"/>
    <w:rsid w:val="005D4F42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730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08AF"/>
    <w:rsid w:val="00771E82"/>
    <w:rsid w:val="00777F6E"/>
    <w:rsid w:val="00782661"/>
    <w:rsid w:val="00785436"/>
    <w:rsid w:val="00791D28"/>
    <w:rsid w:val="00797007"/>
    <w:rsid w:val="007A01F6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5EE4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161F7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52F76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75E4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107C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391D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1383"/>
    <w:rsid w:val="00C83232"/>
    <w:rsid w:val="00C870E2"/>
    <w:rsid w:val="00C91270"/>
    <w:rsid w:val="00C92AB4"/>
    <w:rsid w:val="00C93193"/>
    <w:rsid w:val="00C9421E"/>
    <w:rsid w:val="00CB0A4D"/>
    <w:rsid w:val="00CB0CF8"/>
    <w:rsid w:val="00CB10D7"/>
    <w:rsid w:val="00CB6A05"/>
    <w:rsid w:val="00CB6CFA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323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54C9"/>
    <w:rsid w:val="00F360A2"/>
    <w:rsid w:val="00F4227F"/>
    <w:rsid w:val="00F43D1B"/>
    <w:rsid w:val="00F4490A"/>
    <w:rsid w:val="00F45315"/>
    <w:rsid w:val="00F518E9"/>
    <w:rsid w:val="00F52028"/>
    <w:rsid w:val="00F53803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3653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F8510F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7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21DCDA-1DC4-4BE4-B170-0C1174270ED4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8995087A-1757-40F1-A3E8-0651D4CC19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09822E-1CCE-41C9-8C29-E2E9323D87CF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296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